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D0311" w14:textId="18BA7B08" w:rsidR="00E36BF4" w:rsidRPr="00E36BF4" w:rsidRDefault="00E36BF4" w:rsidP="00E37F7E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b/>
          <w:bCs/>
          <w:i/>
          <w:iCs/>
          <w:sz w:val="22"/>
          <w:szCs w:val="22"/>
        </w:rPr>
      </w:pPr>
      <w:r w:rsidRPr="00E36BF4">
        <w:rPr>
          <w:rFonts w:cs="Calibri"/>
          <w:b/>
          <w:bCs/>
          <w:i/>
          <w:iCs/>
          <w:sz w:val="22"/>
          <w:szCs w:val="22"/>
        </w:rPr>
        <w:t>Musteranschreiben Mitarbeiter (Du-Form)</w:t>
      </w:r>
    </w:p>
    <w:p w14:paraId="5C4BA259" w14:textId="77777777" w:rsidR="00E36BF4" w:rsidRDefault="00E36BF4" w:rsidP="00E37F7E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sz w:val="22"/>
          <w:szCs w:val="22"/>
        </w:rPr>
      </w:pPr>
    </w:p>
    <w:p w14:paraId="3EFA79EE" w14:textId="14CB74C7" w:rsidR="00E37F7E" w:rsidRPr="00E37F7E" w:rsidRDefault="00F647DC" w:rsidP="00E37F7E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color w:val="2E1F5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40F990B" wp14:editId="656EDEE3">
                <wp:simplePos x="0" y="0"/>
                <wp:positionH relativeFrom="margin">
                  <wp:posOffset>-20320</wp:posOffset>
                </wp:positionH>
                <wp:positionV relativeFrom="page">
                  <wp:posOffset>3358515</wp:posOffset>
                </wp:positionV>
                <wp:extent cx="5418455" cy="437515"/>
                <wp:effectExtent l="0" t="0" r="0" b="0"/>
                <wp:wrapNone/>
                <wp:docPr id="813213171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845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707BD" w14:textId="77777777" w:rsidR="00632A87" w:rsidRPr="004A1B30" w:rsidRDefault="00632A87" w:rsidP="00632A87">
                            <w:pPr>
                              <w:pStyle w:val="Textkrper21"/>
                              <w:spacing w:after="0"/>
                              <w:ind w:left="29" w:hanging="142"/>
                              <w:rPr>
                                <w:rFonts w:ascii="Gilroy Bold" w:hAnsi="Gilroy Bold"/>
                                <w:color w:val="2E1F59"/>
                                <w:sz w:val="24"/>
                                <w:szCs w:val="24"/>
                              </w:rPr>
                            </w:pPr>
                          </w:p>
                          <w:p w14:paraId="5790B45A" w14:textId="77777777" w:rsidR="00632A87" w:rsidRPr="004A1B30" w:rsidRDefault="00632A87" w:rsidP="00632A87">
                            <w:pPr>
                              <w:pStyle w:val="Textkrper21"/>
                              <w:spacing w:after="0"/>
                              <w:ind w:left="29" w:hanging="142"/>
                              <w:rPr>
                                <w:rFonts w:ascii="Gilroy Bold" w:hAnsi="Gilroy Bold"/>
                                <w:color w:val="2E1F59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0F990B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1.6pt;margin-top:264.45pt;width:426.65pt;height:34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" filled="f" stroked="f" strokeweight=".5pt">
                <v:textbox>
                  <w:txbxContent>
                    <w:p w14:paraId="5D1707BD" w14:textId="77777777" w:rsidR="00632A87" w:rsidRPr="004A1B30" w:rsidRDefault="00632A87" w:rsidP="00632A87">
                      <w:pPr>
                        <w:pStyle w:val="Textkrper21"/>
                        <w:spacing w:after="0"/>
                        <w:ind w:left="29" w:hanging="142"/>
                        <w:rPr>
                          <w:rFonts w:ascii="Gilroy Bold" w:hAnsi="Gilroy Bold"/>
                          <w:color w:val="2E1F59"/>
                          <w:sz w:val="24"/>
                          <w:szCs w:val="24"/>
                        </w:rPr>
                      </w:pPr>
                    </w:p>
                    <w:p w14:paraId="5790B45A" w14:textId="77777777" w:rsidR="00632A87" w:rsidRPr="004A1B30" w:rsidRDefault="00632A87" w:rsidP="00632A87">
                      <w:pPr>
                        <w:pStyle w:val="Textkrper21"/>
                        <w:spacing w:after="0"/>
                        <w:ind w:left="29" w:hanging="142"/>
                        <w:rPr>
                          <w:rFonts w:ascii="Gilroy Bold" w:hAnsi="Gilroy Bold"/>
                          <w:color w:val="2E1F59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E37F7E" w:rsidRPr="00E37F7E">
        <w:rPr>
          <w:rFonts w:cs="Calibri"/>
          <w:sz w:val="22"/>
          <w:szCs w:val="22"/>
        </w:rPr>
        <w:t xml:space="preserve">Liebe Mitarbeitende, </w:t>
      </w:r>
    </w:p>
    <w:p w14:paraId="2A247DF2" w14:textId="77777777" w:rsidR="00E37F7E" w:rsidRPr="00E37F7E" w:rsidRDefault="00E37F7E" w:rsidP="00E37F7E">
      <w:pPr>
        <w:rPr>
          <w:rFonts w:cs="Calibri"/>
          <w:sz w:val="22"/>
          <w:szCs w:val="22"/>
        </w:rPr>
      </w:pPr>
    </w:p>
    <w:p w14:paraId="550088A0" w14:textId="77777777" w:rsidR="00E37F7E" w:rsidRPr="00E37F7E" w:rsidRDefault="00E37F7E" w:rsidP="00E37F7E">
      <w:pPr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 xml:space="preserve">ab sofort bieten wir euch die Möglichkeit, ein Fahrrad oder E-Bike über </w:t>
      </w:r>
      <w:proofErr w:type="spellStart"/>
      <w:r w:rsidRPr="00E37F7E">
        <w:rPr>
          <w:rFonts w:cs="Calibri"/>
          <w:sz w:val="22"/>
          <w:szCs w:val="22"/>
        </w:rPr>
        <w:t>linexo</w:t>
      </w:r>
      <w:proofErr w:type="spellEnd"/>
      <w:r w:rsidRPr="00E37F7E">
        <w:rPr>
          <w:rFonts w:cs="Calibri"/>
          <w:sz w:val="22"/>
          <w:szCs w:val="22"/>
        </w:rPr>
        <w:t xml:space="preserve"> Leasing zu beziehen – ein toller Benefit, der euch viele Vorteile bietet:</w:t>
      </w:r>
    </w:p>
    <w:p w14:paraId="1086488E" w14:textId="77777777" w:rsidR="00E37F7E" w:rsidRPr="00E37F7E" w:rsidRDefault="00E37F7E" w:rsidP="00E37F7E">
      <w:pPr>
        <w:rPr>
          <w:rFonts w:cs="Calibri"/>
          <w:sz w:val="22"/>
          <w:szCs w:val="22"/>
        </w:rPr>
      </w:pPr>
    </w:p>
    <w:p w14:paraId="0A9A2EAE" w14:textId="77777777" w:rsidR="00E37F7E" w:rsidRPr="00E37F7E" w:rsidRDefault="00E37F7E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Geld sparen: Leasing ist günstiger als kaufen.</w:t>
      </w:r>
    </w:p>
    <w:p w14:paraId="57FD7A70" w14:textId="77777777" w:rsidR="00E37F7E" w:rsidRPr="00E37F7E" w:rsidRDefault="00E37F7E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Komplett abgesichert: Diebstahl, Unfall, Reparaturen – alles ist abgedeckt.</w:t>
      </w:r>
    </w:p>
    <w:p w14:paraId="324F017E" w14:textId="77777777" w:rsidR="00E37F7E" w:rsidRPr="00E37F7E" w:rsidRDefault="00E37F7E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Alle Marken, alle Modelle: Ihr entscheidet, welches Fahrrad ihr fahren möchtet.</w:t>
      </w:r>
    </w:p>
    <w:p w14:paraId="1BF8FA58" w14:textId="77777777" w:rsidR="00E37F7E" w:rsidRPr="00E37F7E" w:rsidRDefault="00E37F7E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Privat nutzen: Das Rad kann nicht nur für den Arbeitsweg genutzt werden, sondern auch privat.</w:t>
      </w:r>
    </w:p>
    <w:p w14:paraId="0D5A0D1A" w14:textId="4CFAF759" w:rsidR="00EE5660" w:rsidRPr="00EE5660" w:rsidRDefault="00E37F7E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Work-Life-Balance: Fahrradfahren fördert die Gesundheit und ist gut für den Kopf!</w:t>
      </w:r>
      <w:r w:rsidR="00EE5660">
        <w:rPr>
          <w:rFonts w:cs="Calibri"/>
          <w:sz w:val="22"/>
          <w:szCs w:val="22"/>
        </w:rPr>
        <w:br/>
      </w:r>
    </w:p>
    <w:p w14:paraId="4A74A86E" w14:textId="77777777" w:rsidR="00E37F7E" w:rsidRPr="00E37F7E" w:rsidRDefault="00E37F7E" w:rsidP="00E37F7E">
      <w:pPr>
        <w:spacing w:before="100" w:beforeAutospacing="1" w:after="100" w:afterAutospacing="1"/>
        <w:rPr>
          <w:rFonts w:cs="Calibri"/>
          <w:sz w:val="22"/>
          <w:szCs w:val="22"/>
        </w:rPr>
      </w:pPr>
      <w:r w:rsidRPr="00E37F7E">
        <w:rPr>
          <w:rFonts w:cs="Calibri"/>
          <w:b/>
          <w:bCs/>
          <w:sz w:val="22"/>
          <w:szCs w:val="22"/>
        </w:rPr>
        <w:t>Empfohlener Fachhändler:</w:t>
      </w:r>
      <w:r w:rsidRPr="00E37F7E">
        <w:rPr>
          <w:rFonts w:cs="Calibri"/>
          <w:sz w:val="22"/>
          <w:szCs w:val="22"/>
        </w:rPr>
        <w:br/>
        <w:t xml:space="preserve">Für die Auswahl eures Wunschrades empfehlen wir: </w:t>
      </w:r>
      <w:r w:rsidRPr="00E37F7E">
        <w:rPr>
          <w:rFonts w:cs="Calibri"/>
          <w:color w:val="FF2F92"/>
          <w:sz w:val="22"/>
          <w:szCs w:val="22"/>
        </w:rPr>
        <w:t>Musterfachhändler</w:t>
      </w:r>
      <w:r w:rsidRPr="00E37F7E">
        <w:rPr>
          <w:rFonts w:cs="Calibri"/>
          <w:sz w:val="22"/>
          <w:szCs w:val="22"/>
        </w:rPr>
        <w:t xml:space="preserve">. Ihr könnt euch jedoch auch für einen anderen </w:t>
      </w:r>
      <w:proofErr w:type="spellStart"/>
      <w:r w:rsidRPr="00E37F7E">
        <w:rPr>
          <w:rFonts w:cs="Calibri"/>
          <w:sz w:val="22"/>
          <w:szCs w:val="22"/>
        </w:rPr>
        <w:t>linexo</w:t>
      </w:r>
      <w:proofErr w:type="spellEnd"/>
      <w:r w:rsidRPr="00E37F7E">
        <w:rPr>
          <w:rFonts w:cs="Calibri"/>
          <w:sz w:val="22"/>
          <w:szCs w:val="22"/>
        </w:rPr>
        <w:t xml:space="preserve"> Fachhändler entscheiden.</w:t>
      </w:r>
    </w:p>
    <w:p w14:paraId="786E503C" w14:textId="77777777" w:rsidR="00E37F7E" w:rsidRPr="00E37F7E" w:rsidRDefault="00E37F7E" w:rsidP="00E37F7E">
      <w:pPr>
        <w:spacing w:before="100" w:beforeAutospacing="1" w:after="100" w:afterAutospacing="1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 xml:space="preserve">Einen Überblick mit den wichtigsten Infos findet ihr im Anhang. Meldet euch bei </w:t>
      </w:r>
      <w:r w:rsidRPr="00E37F7E">
        <w:rPr>
          <w:rFonts w:cs="Calibri"/>
          <w:color w:val="FF2F92"/>
          <w:sz w:val="22"/>
          <w:szCs w:val="22"/>
        </w:rPr>
        <w:t>Ansprechpartner im Unternehmen</w:t>
      </w:r>
      <w:r w:rsidRPr="00E37F7E">
        <w:rPr>
          <w:rFonts w:cs="Calibri"/>
          <w:color w:val="000000" w:themeColor="text1"/>
          <w:sz w:val="22"/>
          <w:szCs w:val="22"/>
        </w:rPr>
        <w:t xml:space="preserve">, </w:t>
      </w:r>
      <w:r w:rsidRPr="00E37F7E">
        <w:rPr>
          <w:rFonts w:cs="Calibri"/>
          <w:sz w:val="22"/>
          <w:szCs w:val="22"/>
        </w:rPr>
        <w:t>falls ihr Fragen habt oder gleich loslegen wollt!</w:t>
      </w:r>
    </w:p>
    <w:p w14:paraId="3B090A8E" w14:textId="77777777" w:rsidR="00E37F7E" w:rsidRPr="00E37F7E" w:rsidRDefault="00E37F7E" w:rsidP="00E37F7E">
      <w:pPr>
        <w:spacing w:before="100" w:beforeAutospacing="1" w:after="100" w:afterAutospacing="1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Wir freuen uns, wenn ihr das Angebot nutzt und so etwas für eure Gesundheit und die Umwelt tut!</w:t>
      </w:r>
    </w:p>
    <w:p w14:paraId="64E6ADB2" w14:textId="77777777" w:rsidR="00E37F7E" w:rsidRPr="00E37F7E" w:rsidRDefault="00E37F7E" w:rsidP="00E37F7E">
      <w:pPr>
        <w:spacing w:before="100" w:beforeAutospacing="1" w:after="100" w:afterAutospacing="1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Viele Grüße,</w:t>
      </w:r>
    </w:p>
    <w:p w14:paraId="00A263C7" w14:textId="77777777" w:rsidR="00E37F7E" w:rsidRDefault="00E37F7E" w:rsidP="00E37F7E">
      <w:pPr>
        <w:spacing w:before="100" w:beforeAutospacing="1" w:after="100" w:afterAutospacing="1"/>
        <w:rPr>
          <w:rFonts w:cs="Calibri"/>
          <w:color w:val="FF2F92"/>
          <w:sz w:val="22"/>
          <w:szCs w:val="22"/>
        </w:rPr>
      </w:pPr>
      <w:r w:rsidRPr="00E37F7E">
        <w:rPr>
          <w:rFonts w:cs="Calibri"/>
          <w:color w:val="FF2F92"/>
          <w:sz w:val="22"/>
          <w:szCs w:val="22"/>
        </w:rPr>
        <w:t>Absender</w:t>
      </w:r>
    </w:p>
    <w:p w14:paraId="1ED55F34" w14:textId="77777777" w:rsidR="00EE5660" w:rsidRDefault="00EE5660" w:rsidP="00E37F7E">
      <w:pPr>
        <w:spacing w:before="100" w:beforeAutospacing="1" w:after="100" w:afterAutospacing="1"/>
        <w:rPr>
          <w:rFonts w:cs="Calibri"/>
          <w:color w:val="FF2F92"/>
          <w:sz w:val="22"/>
          <w:szCs w:val="22"/>
        </w:rPr>
      </w:pPr>
    </w:p>
    <w:p w14:paraId="1A4A208E" w14:textId="77777777" w:rsidR="00EE5660" w:rsidRDefault="00EE5660" w:rsidP="00E37F7E">
      <w:pPr>
        <w:spacing w:before="100" w:beforeAutospacing="1" w:after="100" w:afterAutospacing="1"/>
        <w:rPr>
          <w:rFonts w:cs="Calibri"/>
          <w:color w:val="FF2F92"/>
          <w:sz w:val="22"/>
          <w:szCs w:val="22"/>
        </w:rPr>
      </w:pPr>
    </w:p>
    <w:p w14:paraId="693AF4F6" w14:textId="77777777" w:rsidR="00E36BF4" w:rsidRDefault="00E36BF4" w:rsidP="00E36BF4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color w:val="FF2F92"/>
          <w:sz w:val="22"/>
          <w:szCs w:val="22"/>
        </w:rPr>
      </w:pPr>
    </w:p>
    <w:p w14:paraId="00326CBB" w14:textId="77777777" w:rsidR="00E36BF4" w:rsidRDefault="00E36BF4" w:rsidP="00E36BF4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color w:val="FF2F92"/>
          <w:sz w:val="22"/>
          <w:szCs w:val="22"/>
        </w:rPr>
      </w:pPr>
      <w:r>
        <w:rPr>
          <w:rFonts w:cs="Calibri"/>
          <w:color w:val="FF2F92"/>
          <w:sz w:val="22"/>
          <w:szCs w:val="22"/>
        </w:rPr>
        <w:br/>
      </w:r>
    </w:p>
    <w:p w14:paraId="7082F999" w14:textId="219F8808" w:rsidR="00E36BF4" w:rsidRPr="00E36BF4" w:rsidRDefault="00E36BF4" w:rsidP="00E36BF4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b/>
          <w:bCs/>
          <w:i/>
          <w:iCs/>
          <w:sz w:val="22"/>
          <w:szCs w:val="22"/>
        </w:rPr>
      </w:pPr>
      <w:r w:rsidRPr="00E36BF4">
        <w:rPr>
          <w:rFonts w:cs="Calibri"/>
          <w:b/>
          <w:bCs/>
          <w:i/>
          <w:iCs/>
          <w:sz w:val="22"/>
          <w:szCs w:val="22"/>
        </w:rPr>
        <w:lastRenderedPageBreak/>
        <w:t>Musteranschreiben Mitarbeiter (</w:t>
      </w:r>
      <w:r>
        <w:rPr>
          <w:rFonts w:cs="Calibri"/>
          <w:b/>
          <w:bCs/>
          <w:i/>
          <w:iCs/>
          <w:sz w:val="22"/>
          <w:szCs w:val="22"/>
        </w:rPr>
        <w:t>Sie</w:t>
      </w:r>
      <w:r w:rsidRPr="00E36BF4">
        <w:rPr>
          <w:rFonts w:cs="Calibri"/>
          <w:b/>
          <w:bCs/>
          <w:i/>
          <w:iCs/>
          <w:sz w:val="22"/>
          <w:szCs w:val="22"/>
        </w:rPr>
        <w:t>-Form)</w:t>
      </w:r>
    </w:p>
    <w:p w14:paraId="092E3CB8" w14:textId="77777777" w:rsidR="00EE5660" w:rsidRDefault="00EE5660" w:rsidP="00EE566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color w:val="FF2F92"/>
          <w:sz w:val="22"/>
          <w:szCs w:val="22"/>
        </w:rPr>
      </w:pPr>
    </w:p>
    <w:p w14:paraId="0F9ABB3F" w14:textId="77777777" w:rsidR="00EE5660" w:rsidRDefault="00EE5660" w:rsidP="00EE566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color w:val="FF2F92"/>
          <w:sz w:val="22"/>
          <w:szCs w:val="22"/>
        </w:rPr>
      </w:pPr>
    </w:p>
    <w:p w14:paraId="32ACC651" w14:textId="4DDC183D" w:rsidR="00EE5660" w:rsidRPr="00E37F7E" w:rsidRDefault="00EE5660" w:rsidP="00EE566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spacing w:after="160" w:line="280" w:lineRule="exact"/>
        <w:rPr>
          <w:rFonts w:cs="Calibri"/>
          <w:color w:val="2E1F59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DC3C60D" wp14:editId="2A91A715">
                <wp:simplePos x="0" y="0"/>
                <wp:positionH relativeFrom="margin">
                  <wp:posOffset>-20320</wp:posOffset>
                </wp:positionH>
                <wp:positionV relativeFrom="page">
                  <wp:posOffset>3358515</wp:posOffset>
                </wp:positionV>
                <wp:extent cx="5418455" cy="437515"/>
                <wp:effectExtent l="0" t="0" r="0" b="0"/>
                <wp:wrapNone/>
                <wp:docPr id="128432209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845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1337F0" w14:textId="77777777" w:rsidR="00EE5660" w:rsidRPr="004A1B30" w:rsidRDefault="00EE5660" w:rsidP="00EE5660">
                            <w:pPr>
                              <w:pStyle w:val="Textkrper21"/>
                              <w:spacing w:after="0"/>
                              <w:ind w:left="29" w:hanging="142"/>
                              <w:rPr>
                                <w:rFonts w:ascii="Gilroy Bold" w:hAnsi="Gilroy Bold"/>
                                <w:color w:val="2E1F59"/>
                                <w:sz w:val="24"/>
                                <w:szCs w:val="24"/>
                              </w:rPr>
                            </w:pPr>
                          </w:p>
                          <w:p w14:paraId="4055B27A" w14:textId="77777777" w:rsidR="00EE5660" w:rsidRPr="004A1B30" w:rsidRDefault="00EE5660" w:rsidP="00EE5660">
                            <w:pPr>
                              <w:pStyle w:val="Textkrper21"/>
                              <w:spacing w:after="0"/>
                              <w:ind w:left="29" w:hanging="142"/>
                              <w:rPr>
                                <w:rFonts w:ascii="Gilroy Bold" w:hAnsi="Gilroy Bold"/>
                                <w:color w:val="2E1F59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3C60D" id="_x0000_s1027" type="#_x0000_t202" style="position:absolute;margin-left:-1.6pt;margin-top:264.45pt;width:426.65pt;height:34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" filled="f" stroked="f" strokeweight=".5pt">
                <v:textbox>
                  <w:txbxContent>
                    <w:p w14:paraId="141337F0" w14:textId="77777777" w:rsidR="00EE5660" w:rsidRPr="004A1B30" w:rsidRDefault="00EE5660" w:rsidP="00EE5660">
                      <w:pPr>
                        <w:pStyle w:val="Textkrper21"/>
                        <w:spacing w:after="0"/>
                        <w:ind w:left="29" w:hanging="142"/>
                        <w:rPr>
                          <w:rFonts w:ascii="Gilroy Bold" w:hAnsi="Gilroy Bold"/>
                          <w:color w:val="2E1F59"/>
                          <w:sz w:val="24"/>
                          <w:szCs w:val="24"/>
                        </w:rPr>
                      </w:pPr>
                    </w:p>
                    <w:p w14:paraId="4055B27A" w14:textId="77777777" w:rsidR="00EE5660" w:rsidRPr="004A1B30" w:rsidRDefault="00EE5660" w:rsidP="00EE5660">
                      <w:pPr>
                        <w:pStyle w:val="Textkrper21"/>
                        <w:spacing w:after="0"/>
                        <w:ind w:left="29" w:hanging="142"/>
                        <w:rPr>
                          <w:rFonts w:ascii="Gilroy Bold" w:hAnsi="Gilroy Bold"/>
                          <w:color w:val="2E1F59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E37F7E">
        <w:rPr>
          <w:rFonts w:cs="Calibri"/>
          <w:sz w:val="22"/>
          <w:szCs w:val="22"/>
        </w:rPr>
        <w:t xml:space="preserve">Liebe Mitarbeitende, </w:t>
      </w:r>
    </w:p>
    <w:p w14:paraId="2940DCA8" w14:textId="77777777" w:rsidR="00EE5660" w:rsidRPr="00E37F7E" w:rsidRDefault="00EE5660" w:rsidP="00EE5660">
      <w:pPr>
        <w:rPr>
          <w:rFonts w:cs="Calibri"/>
          <w:sz w:val="22"/>
          <w:szCs w:val="22"/>
        </w:rPr>
      </w:pPr>
    </w:p>
    <w:p w14:paraId="385DDA98" w14:textId="24A93DD3" w:rsidR="00EE5660" w:rsidRPr="00E37F7E" w:rsidRDefault="00EE5660" w:rsidP="00EE5660">
      <w:pPr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 xml:space="preserve">ab sofort bieten wir </w:t>
      </w:r>
      <w:r>
        <w:rPr>
          <w:rFonts w:cs="Calibri"/>
          <w:sz w:val="22"/>
          <w:szCs w:val="22"/>
        </w:rPr>
        <w:t>Ihnen</w:t>
      </w:r>
      <w:r w:rsidRPr="00E37F7E">
        <w:rPr>
          <w:rFonts w:cs="Calibri"/>
          <w:sz w:val="22"/>
          <w:szCs w:val="22"/>
        </w:rPr>
        <w:t xml:space="preserve"> die Möglichkeit, ein Fahrrad oder E-Bike über </w:t>
      </w:r>
      <w:proofErr w:type="spellStart"/>
      <w:r w:rsidRPr="00E37F7E">
        <w:rPr>
          <w:rFonts w:cs="Calibri"/>
          <w:sz w:val="22"/>
          <w:szCs w:val="22"/>
        </w:rPr>
        <w:t>linexo</w:t>
      </w:r>
      <w:proofErr w:type="spellEnd"/>
      <w:r w:rsidRPr="00E37F7E">
        <w:rPr>
          <w:rFonts w:cs="Calibri"/>
          <w:sz w:val="22"/>
          <w:szCs w:val="22"/>
        </w:rPr>
        <w:t xml:space="preserve"> Leasing zu beziehen – ein toller Benefit, der </w:t>
      </w:r>
      <w:r>
        <w:rPr>
          <w:rFonts w:cs="Calibri"/>
          <w:sz w:val="22"/>
          <w:szCs w:val="22"/>
        </w:rPr>
        <w:t>Ihnen</w:t>
      </w:r>
      <w:r w:rsidRPr="00E37F7E">
        <w:rPr>
          <w:rFonts w:cs="Calibri"/>
          <w:sz w:val="22"/>
          <w:szCs w:val="22"/>
        </w:rPr>
        <w:t xml:space="preserve"> viele Vorteile bietet:</w:t>
      </w:r>
    </w:p>
    <w:p w14:paraId="0397D097" w14:textId="77777777" w:rsidR="00EE5660" w:rsidRPr="00E37F7E" w:rsidRDefault="00EE5660" w:rsidP="00EE5660">
      <w:pPr>
        <w:rPr>
          <w:rFonts w:cs="Calibri"/>
          <w:sz w:val="22"/>
          <w:szCs w:val="22"/>
        </w:rPr>
      </w:pPr>
    </w:p>
    <w:p w14:paraId="7229DC63" w14:textId="77777777" w:rsidR="00EE5660" w:rsidRPr="00E37F7E" w:rsidRDefault="00EE5660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Geld sparen: Leasing ist günstiger als kaufen.</w:t>
      </w:r>
    </w:p>
    <w:p w14:paraId="4AF8B042" w14:textId="77777777" w:rsidR="00EE5660" w:rsidRPr="00E37F7E" w:rsidRDefault="00EE5660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Komplett abgesichert: Diebstahl, Unfall, Reparaturen – alles ist abgedeckt.</w:t>
      </w:r>
    </w:p>
    <w:p w14:paraId="418EBC34" w14:textId="490AAF19" w:rsidR="00EE5660" w:rsidRPr="00E37F7E" w:rsidRDefault="00EE5660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 xml:space="preserve">Alle Marken, alle Modelle: </w:t>
      </w:r>
      <w:r>
        <w:rPr>
          <w:rFonts w:cs="Calibri"/>
          <w:sz w:val="22"/>
          <w:szCs w:val="22"/>
        </w:rPr>
        <w:t xml:space="preserve">Sie </w:t>
      </w:r>
      <w:r w:rsidRPr="00E37F7E">
        <w:rPr>
          <w:rFonts w:cs="Calibri"/>
          <w:sz w:val="22"/>
          <w:szCs w:val="22"/>
        </w:rPr>
        <w:t>entscheide</w:t>
      </w:r>
      <w:r>
        <w:rPr>
          <w:rFonts w:cs="Calibri"/>
          <w:sz w:val="22"/>
          <w:szCs w:val="22"/>
        </w:rPr>
        <w:t>n</w:t>
      </w:r>
      <w:r w:rsidRPr="00E37F7E">
        <w:rPr>
          <w:rFonts w:cs="Calibri"/>
          <w:sz w:val="22"/>
          <w:szCs w:val="22"/>
        </w:rPr>
        <w:t xml:space="preserve">, welches Fahrrad </w:t>
      </w:r>
      <w:r>
        <w:rPr>
          <w:rFonts w:cs="Calibri"/>
          <w:sz w:val="22"/>
          <w:szCs w:val="22"/>
        </w:rPr>
        <w:t>Sie</w:t>
      </w:r>
      <w:r w:rsidRPr="00E37F7E">
        <w:rPr>
          <w:rFonts w:cs="Calibri"/>
          <w:sz w:val="22"/>
          <w:szCs w:val="22"/>
        </w:rPr>
        <w:t xml:space="preserve"> fahren möchte</w:t>
      </w:r>
      <w:r>
        <w:rPr>
          <w:rFonts w:cs="Calibri"/>
          <w:sz w:val="22"/>
          <w:szCs w:val="22"/>
        </w:rPr>
        <w:t>n</w:t>
      </w:r>
      <w:r w:rsidRPr="00E37F7E">
        <w:rPr>
          <w:rFonts w:cs="Calibri"/>
          <w:sz w:val="22"/>
          <w:szCs w:val="22"/>
        </w:rPr>
        <w:t>.</w:t>
      </w:r>
    </w:p>
    <w:p w14:paraId="1BD6E3C5" w14:textId="77777777" w:rsidR="00EE5660" w:rsidRPr="00E37F7E" w:rsidRDefault="00EE5660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Privat nutzen: Das Rad kann nicht nur für den Arbeitsweg genutzt werden, sondern auch privat.</w:t>
      </w:r>
    </w:p>
    <w:p w14:paraId="1DECBDFB" w14:textId="77777777" w:rsidR="00EE5660" w:rsidRPr="00EE5660" w:rsidRDefault="00EE5660" w:rsidP="00EE5660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Work-Life-Balance: Fahrradfahren fördert die Gesundheit und ist gut für den Kopf!</w:t>
      </w:r>
      <w:r>
        <w:rPr>
          <w:rFonts w:cs="Calibri"/>
          <w:sz w:val="22"/>
          <w:szCs w:val="22"/>
        </w:rPr>
        <w:br/>
      </w:r>
    </w:p>
    <w:p w14:paraId="1E410F9E" w14:textId="726A867F" w:rsidR="00EE5660" w:rsidRPr="00E37F7E" w:rsidRDefault="00EE5660" w:rsidP="00EE5660">
      <w:pPr>
        <w:spacing w:before="100" w:beforeAutospacing="1" w:after="100" w:afterAutospacing="1"/>
        <w:rPr>
          <w:rFonts w:cs="Calibri"/>
          <w:sz w:val="22"/>
          <w:szCs w:val="22"/>
        </w:rPr>
      </w:pPr>
      <w:r w:rsidRPr="00E37F7E">
        <w:rPr>
          <w:rFonts w:cs="Calibri"/>
          <w:b/>
          <w:bCs/>
          <w:sz w:val="22"/>
          <w:szCs w:val="22"/>
        </w:rPr>
        <w:t>Empfohlener Fachhändler:</w:t>
      </w:r>
      <w:r w:rsidRPr="00E37F7E">
        <w:rPr>
          <w:rFonts w:cs="Calibri"/>
          <w:sz w:val="22"/>
          <w:szCs w:val="22"/>
        </w:rPr>
        <w:br/>
        <w:t xml:space="preserve">Für die Auswahl </w:t>
      </w:r>
      <w:r>
        <w:rPr>
          <w:rFonts w:cs="Calibri"/>
          <w:sz w:val="22"/>
          <w:szCs w:val="22"/>
        </w:rPr>
        <w:t>Ihr</w:t>
      </w:r>
      <w:r w:rsidRPr="00E37F7E">
        <w:rPr>
          <w:rFonts w:cs="Calibri"/>
          <w:sz w:val="22"/>
          <w:szCs w:val="22"/>
        </w:rPr>
        <w:t xml:space="preserve">es Wunschrades empfehlen wir: </w:t>
      </w:r>
      <w:r w:rsidRPr="00E37F7E">
        <w:rPr>
          <w:rFonts w:cs="Calibri"/>
          <w:color w:val="FF2F92"/>
          <w:sz w:val="22"/>
          <w:szCs w:val="22"/>
        </w:rPr>
        <w:t>Musterfachhändler</w:t>
      </w:r>
      <w:r w:rsidRPr="00E37F7E">
        <w:rPr>
          <w:rFonts w:cs="Calibri"/>
          <w:sz w:val="22"/>
          <w:szCs w:val="22"/>
        </w:rPr>
        <w:t xml:space="preserve">. </w:t>
      </w:r>
      <w:r>
        <w:rPr>
          <w:rFonts w:cs="Calibri"/>
          <w:sz w:val="22"/>
          <w:szCs w:val="22"/>
        </w:rPr>
        <w:t>Sie können sich</w:t>
      </w:r>
      <w:r w:rsidRPr="00E37F7E">
        <w:rPr>
          <w:rFonts w:cs="Calibri"/>
          <w:sz w:val="22"/>
          <w:szCs w:val="22"/>
        </w:rPr>
        <w:t xml:space="preserve"> jedoch auch für einen anderen </w:t>
      </w:r>
      <w:proofErr w:type="spellStart"/>
      <w:r w:rsidRPr="00E37F7E">
        <w:rPr>
          <w:rFonts w:cs="Calibri"/>
          <w:sz w:val="22"/>
          <w:szCs w:val="22"/>
        </w:rPr>
        <w:t>linexo</w:t>
      </w:r>
      <w:proofErr w:type="spellEnd"/>
      <w:r w:rsidRPr="00E37F7E">
        <w:rPr>
          <w:rFonts w:cs="Calibri"/>
          <w:sz w:val="22"/>
          <w:szCs w:val="22"/>
        </w:rPr>
        <w:t xml:space="preserve"> Fachhändler entscheiden.</w:t>
      </w:r>
    </w:p>
    <w:p w14:paraId="4100D42D" w14:textId="16911F1F" w:rsidR="00EE5660" w:rsidRPr="00E37F7E" w:rsidRDefault="00EE5660" w:rsidP="00EE5660">
      <w:pPr>
        <w:spacing w:before="100" w:beforeAutospacing="1" w:after="100" w:afterAutospacing="1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>Einen Überblick mit den wichtigsten Infos finde</w:t>
      </w:r>
      <w:r>
        <w:rPr>
          <w:rFonts w:cs="Calibri"/>
          <w:sz w:val="22"/>
          <w:szCs w:val="22"/>
        </w:rPr>
        <w:t xml:space="preserve">n Sie </w:t>
      </w:r>
      <w:r w:rsidRPr="00E37F7E">
        <w:rPr>
          <w:rFonts w:cs="Calibri"/>
          <w:sz w:val="22"/>
          <w:szCs w:val="22"/>
        </w:rPr>
        <w:t>im Anhang. Melde</w:t>
      </w:r>
      <w:r>
        <w:rPr>
          <w:rFonts w:cs="Calibri"/>
          <w:sz w:val="22"/>
          <w:szCs w:val="22"/>
        </w:rPr>
        <w:t>n Sie sich</w:t>
      </w:r>
      <w:r w:rsidRPr="00E37F7E">
        <w:rPr>
          <w:rFonts w:cs="Calibri"/>
          <w:sz w:val="22"/>
          <w:szCs w:val="22"/>
        </w:rPr>
        <w:t xml:space="preserve"> bei </w:t>
      </w:r>
      <w:r w:rsidRPr="00E37F7E">
        <w:rPr>
          <w:rFonts w:cs="Calibri"/>
          <w:color w:val="FF2F92"/>
          <w:sz w:val="22"/>
          <w:szCs w:val="22"/>
        </w:rPr>
        <w:t>Ansprechpartner im Unternehmen</w:t>
      </w:r>
      <w:r w:rsidRPr="00E37F7E">
        <w:rPr>
          <w:rFonts w:cs="Calibri"/>
          <w:color w:val="000000" w:themeColor="text1"/>
          <w:sz w:val="22"/>
          <w:szCs w:val="22"/>
        </w:rPr>
        <w:t xml:space="preserve">, </w:t>
      </w:r>
      <w:r w:rsidRPr="00E37F7E">
        <w:rPr>
          <w:rFonts w:cs="Calibri"/>
          <w:sz w:val="22"/>
          <w:szCs w:val="22"/>
        </w:rPr>
        <w:t xml:space="preserve">falls </w:t>
      </w:r>
      <w:r>
        <w:rPr>
          <w:rFonts w:cs="Calibri"/>
          <w:sz w:val="22"/>
          <w:szCs w:val="22"/>
        </w:rPr>
        <w:t>Sie</w:t>
      </w:r>
      <w:r w:rsidRPr="00E37F7E">
        <w:rPr>
          <w:rFonts w:cs="Calibri"/>
          <w:sz w:val="22"/>
          <w:szCs w:val="22"/>
        </w:rPr>
        <w:t xml:space="preserve"> Fragen hab</w:t>
      </w:r>
      <w:r>
        <w:rPr>
          <w:rFonts w:cs="Calibri"/>
          <w:sz w:val="22"/>
          <w:szCs w:val="22"/>
        </w:rPr>
        <w:t>en</w:t>
      </w:r>
      <w:r w:rsidRPr="00E37F7E">
        <w:rPr>
          <w:rFonts w:cs="Calibri"/>
          <w:sz w:val="22"/>
          <w:szCs w:val="22"/>
        </w:rPr>
        <w:t xml:space="preserve"> oder gleich loslegen woll</w:t>
      </w:r>
      <w:r>
        <w:rPr>
          <w:rFonts w:cs="Calibri"/>
          <w:sz w:val="22"/>
          <w:szCs w:val="22"/>
        </w:rPr>
        <w:t>en</w:t>
      </w:r>
      <w:r w:rsidRPr="00E37F7E">
        <w:rPr>
          <w:rFonts w:cs="Calibri"/>
          <w:sz w:val="22"/>
          <w:szCs w:val="22"/>
        </w:rPr>
        <w:t>!</w:t>
      </w:r>
    </w:p>
    <w:p w14:paraId="57D88987" w14:textId="5E33CDBE" w:rsidR="00EE5660" w:rsidRPr="00E37F7E" w:rsidRDefault="00EE5660" w:rsidP="00EE5660">
      <w:pPr>
        <w:spacing w:before="100" w:beforeAutospacing="1" w:after="100" w:afterAutospacing="1"/>
        <w:rPr>
          <w:rFonts w:cs="Calibri"/>
          <w:sz w:val="22"/>
          <w:szCs w:val="22"/>
        </w:rPr>
      </w:pPr>
      <w:r w:rsidRPr="00E37F7E">
        <w:rPr>
          <w:rFonts w:cs="Calibri"/>
          <w:sz w:val="22"/>
          <w:szCs w:val="22"/>
        </w:rPr>
        <w:t xml:space="preserve">Wir freuen uns, wenn </w:t>
      </w:r>
      <w:r>
        <w:rPr>
          <w:rFonts w:cs="Calibri"/>
          <w:sz w:val="22"/>
          <w:szCs w:val="22"/>
        </w:rPr>
        <w:t>Sie</w:t>
      </w:r>
      <w:r w:rsidRPr="00E37F7E">
        <w:rPr>
          <w:rFonts w:cs="Calibri"/>
          <w:sz w:val="22"/>
          <w:szCs w:val="22"/>
        </w:rPr>
        <w:t xml:space="preserve"> das Angebot nutz</w:t>
      </w:r>
      <w:r>
        <w:rPr>
          <w:rFonts w:cs="Calibri"/>
          <w:sz w:val="22"/>
          <w:szCs w:val="22"/>
        </w:rPr>
        <w:t>en</w:t>
      </w:r>
      <w:r w:rsidRPr="00E37F7E">
        <w:rPr>
          <w:rFonts w:cs="Calibri"/>
          <w:sz w:val="22"/>
          <w:szCs w:val="22"/>
        </w:rPr>
        <w:t xml:space="preserve"> und so etwas für </w:t>
      </w:r>
      <w:r>
        <w:rPr>
          <w:rFonts w:cs="Calibri"/>
          <w:sz w:val="22"/>
          <w:szCs w:val="22"/>
        </w:rPr>
        <w:t>Ihr</w:t>
      </w:r>
      <w:r w:rsidRPr="00E37F7E">
        <w:rPr>
          <w:rFonts w:cs="Calibri"/>
          <w:sz w:val="22"/>
          <w:szCs w:val="22"/>
        </w:rPr>
        <w:t>e Gesundheit und die Umwelt tu</w:t>
      </w:r>
      <w:r>
        <w:rPr>
          <w:rFonts w:cs="Calibri"/>
          <w:sz w:val="22"/>
          <w:szCs w:val="22"/>
        </w:rPr>
        <w:t>n</w:t>
      </w:r>
      <w:r w:rsidRPr="00E37F7E">
        <w:rPr>
          <w:rFonts w:cs="Calibri"/>
          <w:sz w:val="22"/>
          <w:szCs w:val="22"/>
        </w:rPr>
        <w:t>!</w:t>
      </w:r>
    </w:p>
    <w:p w14:paraId="2920EF50" w14:textId="4F952424" w:rsidR="00EE5660" w:rsidRPr="00E37F7E" w:rsidRDefault="00EE5660" w:rsidP="00EE5660">
      <w:pPr>
        <w:spacing w:before="100" w:beforeAutospacing="1" w:after="100" w:afterAutospacing="1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Mit freundlichen Grüßen</w:t>
      </w:r>
      <w:r w:rsidRPr="00E37F7E">
        <w:rPr>
          <w:rFonts w:cs="Calibri"/>
          <w:sz w:val="22"/>
          <w:szCs w:val="22"/>
        </w:rPr>
        <w:t>,</w:t>
      </w:r>
    </w:p>
    <w:p w14:paraId="6F899FC9" w14:textId="77777777" w:rsidR="00EE5660" w:rsidRPr="00E37F7E" w:rsidRDefault="00EE5660" w:rsidP="00EE5660">
      <w:pPr>
        <w:spacing w:before="100" w:beforeAutospacing="1" w:after="100" w:afterAutospacing="1"/>
        <w:rPr>
          <w:rFonts w:cs="Calibri"/>
          <w:sz w:val="22"/>
          <w:szCs w:val="22"/>
        </w:rPr>
      </w:pPr>
      <w:r w:rsidRPr="00E37F7E">
        <w:rPr>
          <w:rFonts w:cs="Calibri"/>
          <w:color w:val="FF2F92"/>
          <w:sz w:val="22"/>
          <w:szCs w:val="22"/>
        </w:rPr>
        <w:t>Absender</w:t>
      </w:r>
    </w:p>
    <w:p w14:paraId="3AC2D900" w14:textId="77777777" w:rsidR="00EE5660" w:rsidRPr="00E37F7E" w:rsidRDefault="00EE5660" w:rsidP="00E37F7E">
      <w:pPr>
        <w:spacing w:before="100" w:beforeAutospacing="1" w:after="100" w:afterAutospacing="1"/>
        <w:rPr>
          <w:rFonts w:cs="Calibri"/>
          <w:sz w:val="22"/>
          <w:szCs w:val="22"/>
        </w:rPr>
      </w:pPr>
    </w:p>
    <w:p w14:paraId="5A4AD664" w14:textId="5DBA447A" w:rsidR="00BA16F2" w:rsidRPr="000C73E6" w:rsidRDefault="00BA16F2" w:rsidP="00020529">
      <w:pPr>
        <w:pStyle w:val="Textkrper22"/>
        <w:spacing w:after="0" w:line="280" w:lineRule="exact"/>
        <w:ind w:left="0"/>
        <w:rPr>
          <w:rFonts w:ascii="Gilroy" w:hAnsi="Gilroy"/>
          <w:color w:val="2E1F59"/>
          <w:sz w:val="16"/>
          <w:szCs w:val="16"/>
          <w:lang w:val="en-US"/>
        </w:rPr>
      </w:pPr>
    </w:p>
    <w:sectPr w:rsidR="00BA16F2" w:rsidRPr="000C73E6" w:rsidSect="009D7F8A">
      <w:headerReference w:type="default" r:id="rId10"/>
      <w:footerReference w:type="default" r:id="rId11"/>
      <w:headerReference w:type="first" r:id="rId12"/>
      <w:pgSz w:w="11906" w:h="16838" w:code="9"/>
      <w:pgMar w:top="3260" w:right="1418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6FF35" w14:textId="77777777" w:rsidR="00FB7C2C" w:rsidRDefault="00FB7C2C" w:rsidP="00AF206A">
      <w:r>
        <w:separator/>
      </w:r>
    </w:p>
  </w:endnote>
  <w:endnote w:type="continuationSeparator" w:id="0">
    <w:p w14:paraId="329A35EB" w14:textId="77777777" w:rsidR="00FB7C2C" w:rsidRDefault="00FB7C2C" w:rsidP="00AF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ilroy Bold">
    <w:panose1 w:val="00000800000000000000"/>
    <w:charset w:val="4D"/>
    <w:family w:val="auto"/>
    <w:notTrueType/>
    <w:pitch w:val="variable"/>
    <w:sig w:usb0="00000207" w:usb1="00000000" w:usb2="00000000" w:usb3="00000000" w:csb0="00000097" w:csb1="00000000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965B5" w14:textId="33434951" w:rsidR="00A33E1C" w:rsidRPr="00F62B2F" w:rsidRDefault="00F62B2F" w:rsidP="00F62B2F">
    <w:pPr>
      <w:pStyle w:val="Fuzeile"/>
      <w:rPr>
        <w:rFonts w:ascii="Gilroy" w:hAnsi="Gilroy"/>
        <w:color w:val="2E1F59"/>
        <w:sz w:val="14"/>
        <w:szCs w:val="14"/>
      </w:rPr>
    </w:pPr>
    <w:proofErr w:type="spellStart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>linexo</w:t>
    </w:r>
    <w:proofErr w:type="spellEnd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 xml:space="preserve"> </w:t>
    </w:r>
    <w:proofErr w:type="spellStart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>by</w:t>
    </w:r>
    <w:proofErr w:type="spellEnd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 xml:space="preserve"> WERTGARANTIE ist eine Marke der WERTGARANTIE SE | Member </w:t>
    </w:r>
    <w:proofErr w:type="spellStart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>of</w:t>
    </w:r>
    <w:proofErr w:type="spellEnd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 xml:space="preserve"> WERTGARANTIE Group</w:t>
    </w:r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br/>
      <w:t xml:space="preserve">Vorstand: Patrick Döring (Vorsitzender), Udo </w:t>
    </w:r>
    <w:proofErr w:type="spellStart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>Buermeyer</w:t>
    </w:r>
    <w:proofErr w:type="spellEnd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>, Susann Richter, Konrad Lehmann | Aufsichtsratsvorsitzender: Thomas Schröder</w:t>
    </w:r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br/>
      <w:t>Amtsgericht Hannover HR B 208988 | Postfach 64 29 | 30064 Hannover | Breite Straße 8 | 30159 Hannover</w:t>
    </w:r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br/>
      <w:t xml:space="preserve">Commerzbank Hannover | IBAN: DE53 2504 0066 0450 9444 00 | BIC: COBADEFFXXX | </w:t>
    </w:r>
    <w:proofErr w:type="spellStart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>Ust</w:t>
    </w:r>
    <w:proofErr w:type="spellEnd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 xml:space="preserve">-ID-Nr.: DE285891545 | Leistungen auf Grund eines Versicherungsverhältnisses i.S. des </w:t>
    </w:r>
    <w:proofErr w:type="spellStart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>Versicherungsteuergesetzes</w:t>
    </w:r>
    <w:proofErr w:type="spellEnd"/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t xml:space="preserve"> sind nach § 4 Nr. 10 a UStG umsatzsteuerfrei | </w:t>
    </w:r>
    <w:hyperlink r:id="rId1" w:history="1">
      <w:r w:rsidRPr="00EC6E0A">
        <w:rPr>
          <w:rFonts w:ascii="Gilroy" w:hAnsi="Gilroy" w:cs="Segoe UI"/>
          <w:color w:val="2E1F59"/>
          <w:sz w:val="14"/>
          <w:szCs w:val="14"/>
          <w:shd w:val="clear" w:color="auto" w:fill="FFFFFF"/>
        </w:rPr>
        <w:t>www.wertgarantie.com</w:t>
      </w:r>
    </w:hyperlink>
    <w:r w:rsidRPr="00EC6E0A">
      <w:rPr>
        <w:rFonts w:ascii="Gilroy" w:hAnsi="Gilroy" w:cs="Segoe UI"/>
        <w:color w:val="2E1F59"/>
        <w:sz w:val="14"/>
        <w:szCs w:val="14"/>
        <w:shd w:val="clear" w:color="auto" w:fill="FFFFFF"/>
      </w:rPr>
      <w:br/>
      <w:t xml:space="preserve">Alle Daten werden elektronisch gespeichert | Hinweise zum Beschwerdemanagement und zu möglichen alternativen Streitbeilegungsverfahren finden Sie unter </w:t>
    </w:r>
    <w:hyperlink r:id="rId2" w:history="1">
      <w:r w:rsidRPr="00EC6E0A">
        <w:rPr>
          <w:rFonts w:ascii="Gilroy" w:hAnsi="Gilroy"/>
          <w:color w:val="2E1F59"/>
          <w:sz w:val="14"/>
          <w:szCs w:val="14"/>
        </w:rPr>
        <w:t>www.wertgarantie.com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B321" w14:textId="77777777" w:rsidR="00FB7C2C" w:rsidRDefault="00FB7C2C" w:rsidP="00AF206A">
      <w:r>
        <w:separator/>
      </w:r>
    </w:p>
  </w:footnote>
  <w:footnote w:type="continuationSeparator" w:id="0">
    <w:p w14:paraId="40D6CF2D" w14:textId="77777777" w:rsidR="00FB7C2C" w:rsidRDefault="00FB7C2C" w:rsidP="00AF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B78B5" w14:textId="40971A4B" w:rsidR="00225BF8" w:rsidRPr="005A79A1" w:rsidRDefault="00225BF8" w:rsidP="0005274C">
    <w:pPr>
      <w:pStyle w:val="Kopfzeile"/>
      <w:tabs>
        <w:tab w:val="clear" w:pos="4536"/>
      </w:tabs>
      <w:rPr>
        <w:rFonts w:ascii="Gilroy" w:hAnsi="Gilroy"/>
        <w:vanish/>
        <w:color w:val="2E1F59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9" w:type="dxa"/>
      <w:tblInd w:w="-113" w:type="dxa"/>
      <w:tblLook w:val="01E0" w:firstRow="1" w:lastRow="1" w:firstColumn="1" w:lastColumn="1" w:noHBand="0" w:noVBand="0"/>
    </w:tblPr>
    <w:tblGrid>
      <w:gridCol w:w="6143"/>
      <w:gridCol w:w="4346"/>
      <w:gridCol w:w="120"/>
    </w:tblGrid>
    <w:tr w:rsidR="004C5C9E" w:rsidRPr="007D7A43" w14:paraId="3BE8EAA2" w14:textId="77777777" w:rsidTr="00A0771A">
      <w:trPr>
        <w:trHeight w:val="2039"/>
      </w:trPr>
      <w:tc>
        <w:tcPr>
          <w:tcW w:w="10609" w:type="dxa"/>
          <w:gridSpan w:val="3"/>
          <w:shd w:val="clear" w:color="auto" w:fill="auto"/>
        </w:tcPr>
        <w:p w14:paraId="0BD31568" w14:textId="13C2B539" w:rsidR="004C5C9E" w:rsidRPr="007D7A43" w:rsidRDefault="00E37F7E" w:rsidP="007E6546">
          <w:pPr>
            <w:rPr>
              <w:rFonts w:ascii="Gilroy" w:hAnsi="Gilroy"/>
              <w:color w:val="2E1F59"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60800" behindDoc="1" locked="0" layoutInCell="1" allowOverlap="1" wp14:anchorId="29B8E0C8" wp14:editId="3B539EB2">
                <wp:simplePos x="0" y="0"/>
                <wp:positionH relativeFrom="column">
                  <wp:posOffset>-343314</wp:posOffset>
                </wp:positionH>
                <wp:positionV relativeFrom="paragraph">
                  <wp:posOffset>-154029</wp:posOffset>
                </wp:positionV>
                <wp:extent cx="1717040" cy="950595"/>
                <wp:effectExtent l="0" t="0" r="0" b="0"/>
                <wp:wrapNone/>
                <wp:docPr id="6" name="Grafik 8" descr="Ein Bild, das Schrift, Text, Grafiken, Logo enthält.&#10;&#10;Automatisch generierte Beschreibu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8" descr="Ein Bild, das Schrift, Text, Grafiken, Logo enthält.&#10;&#10;Automatisch generierte Beschreibung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E37F7E" w:rsidRPr="007D7A43" w14:paraId="1437AE93" w14:textId="77777777" w:rsidTr="00E37F7E">
      <w:trPr>
        <w:gridAfter w:val="2"/>
        <w:wAfter w:w="4466" w:type="dxa"/>
        <w:trHeight w:hRule="exact" w:val="198"/>
      </w:trPr>
      <w:tc>
        <w:tcPr>
          <w:tcW w:w="6143" w:type="dxa"/>
          <w:vMerge w:val="restart"/>
          <w:shd w:val="clear" w:color="auto" w:fill="auto"/>
        </w:tcPr>
        <w:p w14:paraId="15E625CD" w14:textId="77777777" w:rsidR="00E37F7E" w:rsidRPr="007D7A43" w:rsidRDefault="00E37F7E" w:rsidP="008D07F0">
          <w:pPr>
            <w:rPr>
              <w:rFonts w:ascii="Gilroy" w:hAnsi="Gilroy"/>
              <w:color w:val="2E1F59"/>
              <w:sz w:val="14"/>
              <w:szCs w:val="14"/>
            </w:rPr>
          </w:pPr>
        </w:p>
      </w:tc>
    </w:tr>
    <w:tr w:rsidR="008D07F0" w:rsidRPr="007D7A43" w14:paraId="365394F3" w14:textId="77777777" w:rsidTr="00E37F7E">
      <w:trPr>
        <w:gridAfter w:val="1"/>
        <w:wAfter w:w="120" w:type="dxa"/>
        <w:trHeight w:val="1045"/>
      </w:trPr>
      <w:tc>
        <w:tcPr>
          <w:tcW w:w="6143" w:type="dxa"/>
          <w:vMerge/>
          <w:shd w:val="clear" w:color="auto" w:fill="auto"/>
        </w:tcPr>
        <w:p w14:paraId="3731026A" w14:textId="77777777" w:rsidR="008D07F0" w:rsidRPr="007D7A43" w:rsidRDefault="008D07F0" w:rsidP="008D07F0">
          <w:pPr>
            <w:rPr>
              <w:rFonts w:ascii="Gilroy" w:hAnsi="Gilroy"/>
              <w:color w:val="2E1F59"/>
              <w:sz w:val="14"/>
              <w:szCs w:val="14"/>
            </w:rPr>
          </w:pPr>
        </w:p>
      </w:tc>
      <w:tc>
        <w:tcPr>
          <w:tcW w:w="4346" w:type="dxa"/>
          <w:shd w:val="clear" w:color="auto" w:fill="auto"/>
        </w:tcPr>
        <w:p w14:paraId="6E365B25" w14:textId="77777777" w:rsidR="008D07F0" w:rsidRPr="007D7A43" w:rsidRDefault="008D07F0" w:rsidP="008D07F0">
          <w:pPr>
            <w:ind w:left="-104"/>
            <w:rPr>
              <w:rFonts w:ascii="Gilroy" w:hAnsi="Gilroy"/>
              <w:color w:val="2E1F59"/>
              <w:sz w:val="18"/>
              <w:szCs w:val="18"/>
            </w:rPr>
          </w:pPr>
        </w:p>
      </w:tc>
    </w:tr>
  </w:tbl>
  <w:p w14:paraId="3F860784" w14:textId="06C6CD68" w:rsidR="003C4214" w:rsidRPr="005A79A1" w:rsidRDefault="00F647DC" w:rsidP="001F0E1D">
    <w:pPr>
      <w:pStyle w:val="Kopfzeile"/>
      <w:tabs>
        <w:tab w:val="clear" w:pos="4536"/>
      </w:tabs>
      <w:rPr>
        <w:rFonts w:ascii="Gilroy" w:hAnsi="Gilroy"/>
        <w:color w:val="2E1F59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D2A14C" wp14:editId="7882A684">
              <wp:simplePos x="0" y="0"/>
              <wp:positionH relativeFrom="page">
                <wp:posOffset>71120</wp:posOffset>
              </wp:positionH>
              <wp:positionV relativeFrom="page">
                <wp:posOffset>4091305</wp:posOffset>
              </wp:positionV>
              <wp:extent cx="829310" cy="311150"/>
              <wp:effectExtent l="0" t="0" r="0" b="0"/>
              <wp:wrapNone/>
              <wp:docPr id="975009289" name="Textfeld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9310" cy="311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50DC70" w14:textId="77777777" w:rsidR="00420010" w:rsidRPr="007D7A43" w:rsidRDefault="00F918A9" w:rsidP="00420010">
                          <w:pPr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</w:pPr>
                          <w:r w:rsidRPr="007D7A43"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  <w:t>Texta</w:t>
                          </w:r>
                          <w:r w:rsidR="00420010" w:rsidRPr="007D7A43"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  <w:t>nfang</w:t>
                          </w:r>
                          <w:r w:rsidR="00420010" w:rsidRPr="007D7A43">
                            <w:rPr>
                              <w:rFonts w:cs="Calibri"/>
                              <w:vanish/>
                              <w:color w:val="AEAAAA"/>
                              <w:sz w:val="18"/>
                              <w:szCs w:val="18"/>
                            </w:rPr>
                            <w:t>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2A14C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style="position:absolute;margin-left:5.6pt;margin-top:322.15pt;width:65.3pt;height:24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" filled="f" stroked="f" strokeweight=".5pt">
              <v:textbox>
                <w:txbxContent>
                  <w:p w14:paraId="0D50DC70" w14:textId="77777777" w:rsidR="00420010" w:rsidRPr="007D7A43" w:rsidRDefault="00F918A9" w:rsidP="00420010">
                    <w:pPr>
                      <w:rPr>
                        <w:vanish/>
                        <w:color w:val="AEAAAA"/>
                        <w:sz w:val="18"/>
                        <w:szCs w:val="18"/>
                      </w:rPr>
                    </w:pPr>
                    <w:r w:rsidRPr="007D7A43">
                      <w:rPr>
                        <w:vanish/>
                        <w:color w:val="AEAAAA"/>
                        <w:sz w:val="18"/>
                        <w:szCs w:val="18"/>
                      </w:rPr>
                      <w:t>Texta</w:t>
                    </w:r>
                    <w:r w:rsidR="00420010" w:rsidRPr="007D7A43">
                      <w:rPr>
                        <w:vanish/>
                        <w:color w:val="AEAAAA"/>
                        <w:sz w:val="18"/>
                        <w:szCs w:val="18"/>
                      </w:rPr>
                      <w:t>nfang</w:t>
                    </w:r>
                    <w:r w:rsidR="00420010" w:rsidRPr="007D7A43">
                      <w:rPr>
                        <w:rFonts w:cs="Calibri"/>
                        <w:vanish/>
                        <w:color w:val="AEAAAA"/>
                        <w:sz w:val="18"/>
                        <w:szCs w:val="18"/>
                      </w:rPr>
                      <w:t>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73B01DA" wp14:editId="3DC2D140">
              <wp:simplePos x="0" y="0"/>
              <wp:positionH relativeFrom="page">
                <wp:posOffset>231140</wp:posOffset>
              </wp:positionH>
              <wp:positionV relativeFrom="page">
                <wp:posOffset>3796665</wp:posOffset>
              </wp:positionV>
              <wp:extent cx="669290" cy="310515"/>
              <wp:effectExtent l="0" t="0" r="0" b="0"/>
              <wp:wrapNone/>
              <wp:docPr id="435405446" name="Textfeld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9290" cy="310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DD5C23" w14:textId="77777777" w:rsidR="00420010" w:rsidRPr="007D7A43" w:rsidRDefault="00420010" w:rsidP="00420010">
                          <w:pPr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</w:pPr>
                          <w:r w:rsidRPr="007D7A43"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  <w:t>Anrede</w:t>
                          </w:r>
                          <w:r w:rsidRPr="007D7A43">
                            <w:rPr>
                              <w:rFonts w:cs="Calibri"/>
                              <w:vanish/>
                              <w:color w:val="AEAAAA"/>
                              <w:sz w:val="18"/>
                              <w:szCs w:val="18"/>
                            </w:rPr>
                            <w:t>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3B01DA" id="Textfeld 11" o:spid="_x0000_s1029" type="#_x0000_t202" style="position:absolute;margin-left:18.2pt;margin-top:298.95pt;width:52.7pt;height:24.4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" filled="f" stroked="f" strokeweight=".5pt">
              <v:textbox>
                <w:txbxContent>
                  <w:p w14:paraId="20DD5C23" w14:textId="77777777" w:rsidR="00420010" w:rsidRPr="007D7A43" w:rsidRDefault="00420010" w:rsidP="00420010">
                    <w:pPr>
                      <w:rPr>
                        <w:vanish/>
                        <w:color w:val="AEAAAA"/>
                        <w:sz w:val="18"/>
                        <w:szCs w:val="18"/>
                      </w:rPr>
                    </w:pPr>
                    <w:r w:rsidRPr="007D7A43">
                      <w:rPr>
                        <w:vanish/>
                        <w:color w:val="AEAAAA"/>
                        <w:sz w:val="18"/>
                        <w:szCs w:val="18"/>
                      </w:rPr>
                      <w:t>Anrede</w:t>
                    </w:r>
                    <w:r w:rsidRPr="007D7A43">
                      <w:rPr>
                        <w:rFonts w:cs="Calibri"/>
                        <w:vanish/>
                        <w:color w:val="AEAAAA"/>
                        <w:sz w:val="18"/>
                        <w:szCs w:val="18"/>
                      </w:rPr>
                      <w:t>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E261E8" wp14:editId="08D3036F">
              <wp:simplePos x="0" y="0"/>
              <wp:positionH relativeFrom="page">
                <wp:posOffset>221615</wp:posOffset>
              </wp:positionH>
              <wp:positionV relativeFrom="page">
                <wp:posOffset>3563620</wp:posOffset>
              </wp:positionV>
              <wp:extent cx="678815" cy="310515"/>
              <wp:effectExtent l="0" t="0" r="0" b="0"/>
              <wp:wrapNone/>
              <wp:docPr id="958807184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8815" cy="310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2C6235" w14:textId="77777777" w:rsidR="00420010" w:rsidRPr="007D7A43" w:rsidRDefault="00420010" w:rsidP="00420010">
                          <w:pPr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</w:pPr>
                          <w:r w:rsidRPr="007D7A43"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  <w:t>Betreff2</w:t>
                          </w:r>
                          <w:r w:rsidRPr="007D7A43">
                            <w:rPr>
                              <w:rFonts w:cs="Calibri"/>
                              <w:vanish/>
                              <w:color w:val="AEAAAA"/>
                              <w:sz w:val="18"/>
                              <w:szCs w:val="18"/>
                            </w:rPr>
                            <w:t>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E261E8" id="Textfeld 9" o:spid="_x0000_s1030" type="#_x0000_t202" style="position:absolute;margin-left:17.45pt;margin-top:280.6pt;width:53.45pt;height:24.4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" filled="f" stroked="f" strokeweight=".5pt">
              <v:textbox>
                <w:txbxContent>
                  <w:p w14:paraId="7D2C6235" w14:textId="77777777" w:rsidR="00420010" w:rsidRPr="007D7A43" w:rsidRDefault="00420010" w:rsidP="00420010">
                    <w:pPr>
                      <w:rPr>
                        <w:vanish/>
                        <w:color w:val="AEAAAA"/>
                        <w:sz w:val="18"/>
                        <w:szCs w:val="18"/>
                      </w:rPr>
                    </w:pPr>
                    <w:r w:rsidRPr="007D7A43">
                      <w:rPr>
                        <w:vanish/>
                        <w:color w:val="AEAAAA"/>
                        <w:sz w:val="18"/>
                        <w:szCs w:val="18"/>
                      </w:rPr>
                      <w:t>Betreff2</w:t>
                    </w:r>
                    <w:r w:rsidRPr="007D7A43">
                      <w:rPr>
                        <w:rFonts w:cs="Calibri"/>
                        <w:vanish/>
                        <w:color w:val="AEAAAA"/>
                        <w:sz w:val="18"/>
                        <w:szCs w:val="18"/>
                      </w:rPr>
                      <w:t>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237806F" wp14:editId="4646E443">
              <wp:simplePos x="0" y="0"/>
              <wp:positionH relativeFrom="page">
                <wp:posOffset>221615</wp:posOffset>
              </wp:positionH>
              <wp:positionV relativeFrom="page">
                <wp:posOffset>3384550</wp:posOffset>
              </wp:positionV>
              <wp:extent cx="678815" cy="311150"/>
              <wp:effectExtent l="0" t="0" r="0" b="0"/>
              <wp:wrapNone/>
              <wp:docPr id="1946270920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8815" cy="311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432019A" w14:textId="77777777" w:rsidR="00420010" w:rsidRPr="007D7A43" w:rsidRDefault="00420010" w:rsidP="00420010">
                          <w:pPr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</w:pPr>
                          <w:r w:rsidRPr="007D7A43"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  <w:t>Betreff1</w:t>
                          </w:r>
                          <w:r w:rsidRPr="007D7A43">
                            <w:rPr>
                              <w:rFonts w:cs="Calibri"/>
                              <w:vanish/>
                              <w:color w:val="AEAAAA"/>
                              <w:sz w:val="18"/>
                              <w:szCs w:val="18"/>
                            </w:rPr>
                            <w:t>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37806F" id="Textfeld 7" o:spid="_x0000_s1031" type="#_x0000_t202" style="position:absolute;margin-left:17.45pt;margin-top:266.5pt;width:53.45pt;height:2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" filled="f" stroked="f" strokeweight=".5pt">
              <v:textbox>
                <w:txbxContent>
                  <w:p w14:paraId="3432019A" w14:textId="77777777" w:rsidR="00420010" w:rsidRPr="007D7A43" w:rsidRDefault="00420010" w:rsidP="00420010">
                    <w:pPr>
                      <w:rPr>
                        <w:vanish/>
                        <w:color w:val="AEAAAA"/>
                        <w:sz w:val="18"/>
                        <w:szCs w:val="18"/>
                      </w:rPr>
                    </w:pPr>
                    <w:r w:rsidRPr="007D7A43">
                      <w:rPr>
                        <w:vanish/>
                        <w:color w:val="AEAAAA"/>
                        <w:sz w:val="18"/>
                        <w:szCs w:val="18"/>
                      </w:rPr>
                      <w:t>Betreff1</w:t>
                    </w:r>
                    <w:r w:rsidRPr="007D7A43">
                      <w:rPr>
                        <w:rFonts w:cs="Calibri"/>
                        <w:vanish/>
                        <w:color w:val="AEAAAA"/>
                        <w:sz w:val="18"/>
                        <w:szCs w:val="18"/>
                      </w:rPr>
                      <w:t>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8AFB230" wp14:editId="775398BA">
              <wp:simplePos x="0" y="0"/>
              <wp:positionH relativeFrom="page">
                <wp:posOffset>174625</wp:posOffset>
              </wp:positionH>
              <wp:positionV relativeFrom="page">
                <wp:posOffset>2143125</wp:posOffset>
              </wp:positionV>
              <wp:extent cx="725805" cy="310515"/>
              <wp:effectExtent l="0" t="0" r="0" b="0"/>
              <wp:wrapNone/>
              <wp:docPr id="1092896143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5805" cy="310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970783" w14:textId="77777777" w:rsidR="00420010" w:rsidRPr="007D7A43" w:rsidRDefault="00420010" w:rsidP="00420010">
                          <w:pPr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</w:pPr>
                          <w:r w:rsidRPr="007D7A43">
                            <w:rPr>
                              <w:vanish/>
                              <w:color w:val="AEAAAA"/>
                              <w:sz w:val="18"/>
                              <w:szCs w:val="18"/>
                            </w:rPr>
                            <w:t>Anschrift</w:t>
                          </w:r>
                          <w:r w:rsidRPr="007D7A43">
                            <w:rPr>
                              <w:rFonts w:cs="Calibri"/>
                              <w:vanish/>
                              <w:color w:val="AEAAAA"/>
                              <w:sz w:val="18"/>
                              <w:szCs w:val="18"/>
                            </w:rPr>
                            <w:t>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AFB230" id="Textfeld 5" o:spid="_x0000_s1032" type="#_x0000_t202" style="position:absolute;margin-left:13.75pt;margin-top:168.75pt;width:57.15pt;height:24.4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" filled="f" stroked="f" strokeweight=".5pt">
              <v:textbox>
                <w:txbxContent>
                  <w:p w14:paraId="6F970783" w14:textId="77777777" w:rsidR="00420010" w:rsidRPr="007D7A43" w:rsidRDefault="00420010" w:rsidP="00420010">
                    <w:pPr>
                      <w:rPr>
                        <w:vanish/>
                        <w:color w:val="AEAAAA"/>
                        <w:sz w:val="18"/>
                        <w:szCs w:val="18"/>
                      </w:rPr>
                    </w:pPr>
                    <w:r w:rsidRPr="007D7A43">
                      <w:rPr>
                        <w:vanish/>
                        <w:color w:val="AEAAAA"/>
                        <w:sz w:val="18"/>
                        <w:szCs w:val="18"/>
                      </w:rPr>
                      <w:t>Anschrift</w:t>
                    </w:r>
                    <w:r w:rsidRPr="007D7A43">
                      <w:rPr>
                        <w:rFonts w:cs="Calibri"/>
                        <w:vanish/>
                        <w:color w:val="AEAAAA"/>
                        <w:sz w:val="18"/>
                        <w:szCs w:val="18"/>
                      </w:rPr>
                      <w:t>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FB7E5B"/>
    <w:multiLevelType w:val="multilevel"/>
    <w:tmpl w:val="7774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2879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70"/>
    <w:rsid w:val="00020529"/>
    <w:rsid w:val="0005274C"/>
    <w:rsid w:val="00097EC7"/>
    <w:rsid w:val="000B3EB3"/>
    <w:rsid w:val="000C73E6"/>
    <w:rsid w:val="00100B41"/>
    <w:rsid w:val="00135609"/>
    <w:rsid w:val="00157ECA"/>
    <w:rsid w:val="00171706"/>
    <w:rsid w:val="001955D9"/>
    <w:rsid w:val="001A26AF"/>
    <w:rsid w:val="001C25E9"/>
    <w:rsid w:val="001F0E1D"/>
    <w:rsid w:val="001F1E5C"/>
    <w:rsid w:val="00207830"/>
    <w:rsid w:val="00225BF8"/>
    <w:rsid w:val="00233505"/>
    <w:rsid w:val="0025183E"/>
    <w:rsid w:val="00257B72"/>
    <w:rsid w:val="002D342A"/>
    <w:rsid w:val="002D3FDF"/>
    <w:rsid w:val="002D506E"/>
    <w:rsid w:val="0030356B"/>
    <w:rsid w:val="00307DC5"/>
    <w:rsid w:val="00343E70"/>
    <w:rsid w:val="003B55AC"/>
    <w:rsid w:val="003C4214"/>
    <w:rsid w:val="003F03E7"/>
    <w:rsid w:val="00420010"/>
    <w:rsid w:val="00426217"/>
    <w:rsid w:val="00452A2C"/>
    <w:rsid w:val="00486406"/>
    <w:rsid w:val="004A1B30"/>
    <w:rsid w:val="004C00DC"/>
    <w:rsid w:val="004C5C9E"/>
    <w:rsid w:val="004E150A"/>
    <w:rsid w:val="005410EA"/>
    <w:rsid w:val="005628C5"/>
    <w:rsid w:val="00586034"/>
    <w:rsid w:val="005A7096"/>
    <w:rsid w:val="005A79A1"/>
    <w:rsid w:val="006019B5"/>
    <w:rsid w:val="00632A87"/>
    <w:rsid w:val="00681DB3"/>
    <w:rsid w:val="00695496"/>
    <w:rsid w:val="00727422"/>
    <w:rsid w:val="00733670"/>
    <w:rsid w:val="007349D9"/>
    <w:rsid w:val="00745CDA"/>
    <w:rsid w:val="007A041A"/>
    <w:rsid w:val="007B241E"/>
    <w:rsid w:val="007B429A"/>
    <w:rsid w:val="007D1941"/>
    <w:rsid w:val="007D7A43"/>
    <w:rsid w:val="007E6546"/>
    <w:rsid w:val="00802964"/>
    <w:rsid w:val="00810184"/>
    <w:rsid w:val="00835DE3"/>
    <w:rsid w:val="008D07F0"/>
    <w:rsid w:val="008D6007"/>
    <w:rsid w:val="008E0858"/>
    <w:rsid w:val="00907E40"/>
    <w:rsid w:val="009230CF"/>
    <w:rsid w:val="009403E9"/>
    <w:rsid w:val="00950F43"/>
    <w:rsid w:val="00950F6F"/>
    <w:rsid w:val="0097243D"/>
    <w:rsid w:val="009B40B1"/>
    <w:rsid w:val="009D7F8A"/>
    <w:rsid w:val="00A0771A"/>
    <w:rsid w:val="00A33E1C"/>
    <w:rsid w:val="00A52917"/>
    <w:rsid w:val="00AC2237"/>
    <w:rsid w:val="00AF07F1"/>
    <w:rsid w:val="00AF206A"/>
    <w:rsid w:val="00B25ADA"/>
    <w:rsid w:val="00B33591"/>
    <w:rsid w:val="00B72E8A"/>
    <w:rsid w:val="00B74CD9"/>
    <w:rsid w:val="00BA16F2"/>
    <w:rsid w:val="00C34DF0"/>
    <w:rsid w:val="00C53CB2"/>
    <w:rsid w:val="00C62291"/>
    <w:rsid w:val="00CB7C4D"/>
    <w:rsid w:val="00CE7BC5"/>
    <w:rsid w:val="00D51A6B"/>
    <w:rsid w:val="00D76A84"/>
    <w:rsid w:val="00D868FD"/>
    <w:rsid w:val="00DB291A"/>
    <w:rsid w:val="00DD2349"/>
    <w:rsid w:val="00E055C3"/>
    <w:rsid w:val="00E36BF4"/>
    <w:rsid w:val="00E37F7E"/>
    <w:rsid w:val="00EE5660"/>
    <w:rsid w:val="00EF4B6C"/>
    <w:rsid w:val="00EF5ED9"/>
    <w:rsid w:val="00F04405"/>
    <w:rsid w:val="00F62B2F"/>
    <w:rsid w:val="00F647DC"/>
    <w:rsid w:val="00F918A9"/>
    <w:rsid w:val="00FA0AE8"/>
    <w:rsid w:val="00FB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1733F"/>
  <w15:chartTrackingRefBased/>
  <w15:docId w15:val="{C47F830F-A756-2C42-B06D-6C04F0D7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F20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206A"/>
  </w:style>
  <w:style w:type="paragraph" w:styleId="Fuzeile">
    <w:name w:val="footer"/>
    <w:basedOn w:val="Standard"/>
    <w:link w:val="FuzeileZchn"/>
    <w:uiPriority w:val="99"/>
    <w:unhideWhenUsed/>
    <w:rsid w:val="00AF20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F206A"/>
  </w:style>
  <w:style w:type="table" w:styleId="Tabellenraster">
    <w:name w:val="Table Grid"/>
    <w:basedOn w:val="NormaleTabelle"/>
    <w:uiPriority w:val="39"/>
    <w:rsid w:val="00632A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rper21">
    <w:name w:val="Textkörper 21"/>
    <w:basedOn w:val="Standard"/>
    <w:rsid w:val="00632A87"/>
    <w:pPr>
      <w:spacing w:after="1080"/>
      <w:ind w:left="1701"/>
    </w:pPr>
    <w:rPr>
      <w:rFonts w:ascii="Frutiger Light" w:eastAsia="Times New Roman" w:hAnsi="Frutiger Light"/>
      <w:sz w:val="20"/>
      <w:szCs w:val="20"/>
      <w:lang w:eastAsia="de-DE"/>
    </w:rPr>
  </w:style>
  <w:style w:type="paragraph" w:customStyle="1" w:styleId="Textkrper22">
    <w:name w:val="Textkörper 22"/>
    <w:basedOn w:val="Standard"/>
    <w:rsid w:val="00632A87"/>
    <w:pPr>
      <w:spacing w:after="1080"/>
      <w:ind w:left="1701"/>
    </w:pPr>
    <w:rPr>
      <w:rFonts w:ascii="Frutiger Light" w:eastAsia="Times New Roman" w:hAnsi="Frutiger Light"/>
      <w:sz w:val="20"/>
      <w:szCs w:val="20"/>
      <w:lang w:eastAsia="de-DE"/>
    </w:rPr>
  </w:style>
  <w:style w:type="character" w:styleId="Hyperlink">
    <w:name w:val="Hyperlink"/>
    <w:rsid w:val="004C0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ertgarantie.com" TargetMode="External"/><Relationship Id="rId1" Type="http://schemas.openxmlformats.org/officeDocument/2006/relationships/hyperlink" Target="http://www.wertgaranti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Purobike/01%20Radelnde%20Mitarbeiter/02%20Marketing/16%20Wertgarantie/linexo/linexo%20Leasing%20Briefpapier/linexo_Leasing_Briefpapier_0824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DE0D30DBB6CD4AA6676FA376768EC5" ma:contentTypeVersion="15" ma:contentTypeDescription="Ein neues Dokument erstellen." ma:contentTypeScope="" ma:versionID="51b9ab906077532f4a718df6dbc2e551">
  <xsd:schema xmlns:xsd="http://www.w3.org/2001/XMLSchema" xmlns:xs="http://www.w3.org/2001/XMLSchema" xmlns:p="http://schemas.microsoft.com/office/2006/metadata/properties" xmlns:ns2="8fdb7a13-0da5-4c69-9994-bbe67ec9ba5a" xmlns:ns3="9f5ef0e5-7269-4f9d-a510-ba0a760c4c6e" targetNamespace="http://schemas.microsoft.com/office/2006/metadata/properties" ma:root="true" ma:fieldsID="8c0e5423f35ad1b8578d7e9136c13a0d" ns2:_="" ns3:_="">
    <xsd:import namespace="8fdb7a13-0da5-4c69-9994-bbe67ec9ba5a"/>
    <xsd:import namespace="9f5ef0e5-7269-4f9d-a510-ba0a760c4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bearbeitet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b7a13-0da5-4c69-9994-bbe67ec9ba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2072592c-e9f6-4d8b-84a1-77bf4803bd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bearbeitet" ma:index="18" nillable="true" ma:displayName="bearbeitet" ma:format="Dropdown" ma:internalName="bearbeitet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ef0e5-7269-4f9d-a510-ba0a760c4c6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4c2621d-5090-43e8-98fb-4a94d433857b}" ma:internalName="TaxCatchAll" ma:showField="CatchAllData" ma:web="9f5ef0e5-7269-4f9d-a510-ba0a760c4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5ef0e5-7269-4f9d-a510-ba0a760c4c6e" xsi:nil="true"/>
    <lcf76f155ced4ddcb4097134ff3c332f xmlns="8fdb7a13-0da5-4c69-9994-bbe67ec9ba5a">
      <Terms xmlns="http://schemas.microsoft.com/office/infopath/2007/PartnerControls"/>
    </lcf76f155ced4ddcb4097134ff3c332f>
    <bearbeitet xmlns="8fdb7a13-0da5-4c69-9994-bbe67ec9ba5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E7D804-05B3-4194-9D9A-DC5FB420C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b7a13-0da5-4c69-9994-bbe67ec9ba5a"/>
    <ds:schemaRef ds:uri="9f5ef0e5-7269-4f9d-a510-ba0a760c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20B28C-B340-44EF-A984-21C8FD03F9CB}">
  <ds:schemaRefs>
    <ds:schemaRef ds:uri="http://schemas.microsoft.com/office/2006/metadata/properties"/>
    <ds:schemaRef ds:uri="http://schemas.microsoft.com/office/infopath/2007/PartnerControls"/>
    <ds:schemaRef ds:uri="9f5ef0e5-7269-4f9d-a510-ba0a760c4c6e"/>
    <ds:schemaRef ds:uri="8fdb7a13-0da5-4c69-9994-bbe67ec9ba5a"/>
  </ds:schemaRefs>
</ds:datastoreItem>
</file>

<file path=customXml/itemProps3.xml><?xml version="1.0" encoding="utf-8"?>
<ds:datastoreItem xmlns:ds="http://schemas.openxmlformats.org/officeDocument/2006/customXml" ds:itemID="{DFE15D15-3BF5-4A20-8283-5612C9FF2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linexo_Leasing_Briefpapier_0824.dotx</Template>
  <TotalTime>0</TotalTime>
  <Pages>2</Pages>
  <Words>291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Links>
    <vt:vector size="12" baseType="variant">
      <vt:variant>
        <vt:i4>5374046</vt:i4>
      </vt:variant>
      <vt:variant>
        <vt:i4>3</vt:i4>
      </vt:variant>
      <vt:variant>
        <vt:i4>0</vt:i4>
      </vt:variant>
      <vt:variant>
        <vt:i4>5</vt:i4>
      </vt:variant>
      <vt:variant>
        <vt:lpwstr>http://www.wertgarantie.com/</vt:lpwstr>
      </vt:variant>
      <vt:variant>
        <vt:lpwstr/>
      </vt:variant>
      <vt:variant>
        <vt:i4>5374046</vt:i4>
      </vt:variant>
      <vt:variant>
        <vt:i4>0</vt:i4>
      </vt:variant>
      <vt:variant>
        <vt:i4>0</vt:i4>
      </vt:variant>
      <vt:variant>
        <vt:i4>5</vt:i4>
      </vt:variant>
      <vt:variant>
        <vt:lpwstr>http://www.wertgarantie.com/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Braun, Florian</cp:lastModifiedBy>
  <cp:revision>4</cp:revision>
  <cp:lastPrinted>2022-03-14T14:59:00Z</cp:lastPrinted>
  <dcterms:created xsi:type="dcterms:W3CDTF">2025-04-04T10:41:00Z</dcterms:created>
  <dcterms:modified xsi:type="dcterms:W3CDTF">2025-04-07T12:32:00Z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0x0101008DDE0D30DBB6CD4AA6676FA376768EC5</vt:lpwstr>
  </property>
  <property fmtid="{D5CDD505-2E9C-101B-9397-08002B2CF9AE}" pid="3" name="MediaServiceImageTags">
    <vt:lpwstr/>
  </property>
</Properties>
</file>